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3D4" w:rsidRPr="003843E6" w:rsidRDefault="000A33D4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 xml:space="preserve">ПРИЛЖЕНИЕ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843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3D4" w:rsidRPr="003843E6" w:rsidRDefault="000A33D4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0A33D4" w:rsidRPr="003843E6" w:rsidRDefault="000A33D4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0A33D4" w:rsidRDefault="000A33D4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587EF1">
        <w:rPr>
          <w:rFonts w:ascii="Times New Roman" w:hAnsi="Times New Roman" w:cs="Times New Roman"/>
          <w:sz w:val="28"/>
          <w:szCs w:val="28"/>
        </w:rPr>
        <w:t xml:space="preserve">от 08.12.2015 г. № 60 </w:t>
      </w:r>
    </w:p>
    <w:p w:rsidR="000A33D4" w:rsidRPr="003843E6" w:rsidRDefault="000A33D4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«ПИЛОЖЕНИЕ № 8</w:t>
      </w:r>
    </w:p>
    <w:p w:rsidR="000A33D4" w:rsidRPr="003843E6" w:rsidRDefault="000A33D4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0A33D4" w:rsidRPr="003843E6" w:rsidRDefault="000A33D4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от 18.12.2014 г. №25</w:t>
      </w:r>
    </w:p>
    <w:p w:rsidR="000A33D4" w:rsidRPr="003843E6" w:rsidRDefault="000A33D4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0A33D4" w:rsidRPr="003843E6" w:rsidRDefault="000A33D4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0A33D4" w:rsidRPr="00587EF1" w:rsidRDefault="000A33D4" w:rsidP="00DF2AE9">
      <w:pPr>
        <w:pStyle w:val="Header"/>
        <w:framePr w:h="4080" w:hRule="exact" w:hSpace="180" w:wrap="auto" w:vAnchor="text" w:hAnchor="page" w:x="2290" w:y="-3472"/>
        <w:tabs>
          <w:tab w:val="left" w:pos="5529"/>
        </w:tabs>
        <w:suppressOverlap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</w:t>
      </w:r>
      <w:r w:rsidRPr="003843E6">
        <w:t xml:space="preserve"> </w:t>
      </w:r>
      <w:r w:rsidRPr="00587EF1">
        <w:rPr>
          <w:rFonts w:ascii="Times New Roman" w:hAnsi="Times New Roman" w:cs="Times New Roman"/>
          <w:sz w:val="28"/>
          <w:szCs w:val="28"/>
        </w:rPr>
        <w:t>от 08.12.2015 г. № 60</w:t>
      </w:r>
    </w:p>
    <w:p w:rsidR="000A33D4" w:rsidRDefault="000A33D4" w:rsidP="00DF2AE9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0A33D4" w:rsidRDefault="000A33D4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0A33D4" w:rsidRPr="00F057D4" w:rsidRDefault="000A33D4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0A33D4" w:rsidRPr="00FD0CD3" w:rsidRDefault="000A33D4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0A33D4" w:rsidRPr="00FD0CD3" w:rsidRDefault="000A33D4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0A33D4" w:rsidRPr="009105B9" w:rsidRDefault="000A33D4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A33D4" w:rsidRDefault="000A33D4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0A33D4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3D4" w:rsidRPr="001435FF" w:rsidRDefault="000A33D4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3D4" w:rsidRPr="008D66B7" w:rsidRDefault="000A33D4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A33D4" w:rsidRPr="001435FF" w:rsidRDefault="000A33D4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0A33D4" w:rsidRPr="001435FF" w:rsidRDefault="000A33D4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0A33D4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3D4" w:rsidRPr="001435FF" w:rsidRDefault="000A33D4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3D4" w:rsidRPr="001435FF" w:rsidRDefault="000A33D4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3D4" w:rsidRPr="001435FF" w:rsidRDefault="000A33D4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A33D4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0A33D4" w:rsidRPr="001435FF" w:rsidRDefault="000A33D4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0A33D4" w:rsidRPr="009C2D45" w:rsidRDefault="000A33D4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0A33D4" w:rsidRPr="00690313" w:rsidRDefault="000A33D4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3D4" w:rsidRPr="001435FF">
        <w:trPr>
          <w:trHeight w:val="113"/>
        </w:trPr>
        <w:tc>
          <w:tcPr>
            <w:tcW w:w="561" w:type="dxa"/>
            <w:vMerge/>
          </w:tcPr>
          <w:p w:rsidR="000A33D4" w:rsidRPr="001435FF" w:rsidRDefault="000A33D4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0A33D4" w:rsidRPr="001435FF" w:rsidRDefault="000A33D4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0A33D4" w:rsidRPr="001569FE" w:rsidRDefault="000A33D4" w:rsidP="00DF2AE9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0.00</w:t>
            </w:r>
          </w:p>
        </w:tc>
      </w:tr>
      <w:tr w:rsidR="000A33D4" w:rsidRPr="00A755D8">
        <w:trPr>
          <w:trHeight w:val="113"/>
        </w:trPr>
        <w:tc>
          <w:tcPr>
            <w:tcW w:w="561" w:type="dxa"/>
          </w:tcPr>
          <w:p w:rsidR="000A33D4" w:rsidRPr="00A755D8" w:rsidRDefault="000A33D4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0A33D4" w:rsidRPr="00A755D8" w:rsidRDefault="000A33D4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0A33D4" w:rsidRPr="00A755D8" w:rsidRDefault="000A33D4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A33D4" w:rsidRPr="00EE057C">
        <w:trPr>
          <w:trHeight w:val="113"/>
        </w:trPr>
        <w:tc>
          <w:tcPr>
            <w:tcW w:w="6961" w:type="dxa"/>
            <w:gridSpan w:val="2"/>
          </w:tcPr>
          <w:p w:rsidR="000A33D4" w:rsidRPr="00EE057C" w:rsidRDefault="000A33D4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0A33D4" w:rsidRDefault="000A33D4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0.00</w:t>
            </w:r>
          </w:p>
        </w:tc>
      </w:tr>
    </w:tbl>
    <w:p w:rsidR="000A33D4" w:rsidRPr="00EE057C" w:rsidRDefault="000A33D4">
      <w:pPr>
        <w:rPr>
          <w:rFonts w:ascii="Times New Roman" w:hAnsi="Times New Roman" w:cs="Times New Roman"/>
          <w:sz w:val="28"/>
          <w:szCs w:val="28"/>
        </w:rPr>
      </w:pPr>
    </w:p>
    <w:p w:rsidR="000A33D4" w:rsidRPr="00EE057C" w:rsidRDefault="000A33D4">
      <w:pPr>
        <w:rPr>
          <w:rFonts w:ascii="Times New Roman" w:hAnsi="Times New Roman" w:cs="Times New Roman"/>
          <w:sz w:val="28"/>
          <w:szCs w:val="28"/>
        </w:rPr>
      </w:pPr>
    </w:p>
    <w:p w:rsidR="000A33D4" w:rsidRPr="00EE057C" w:rsidRDefault="000A33D4">
      <w:pPr>
        <w:rPr>
          <w:rFonts w:ascii="Times New Roman" w:hAnsi="Times New Roman" w:cs="Times New Roman"/>
          <w:sz w:val="28"/>
          <w:szCs w:val="28"/>
        </w:rPr>
      </w:pPr>
    </w:p>
    <w:p w:rsidR="000A33D4" w:rsidRPr="00EE057C" w:rsidRDefault="000A33D4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0A33D4" w:rsidRDefault="000A33D4"/>
    <w:sectPr w:rsidR="000A33D4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33D4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223D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2B1D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87EF1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1C80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3A69"/>
    <w:rsid w:val="00B4400F"/>
    <w:rsid w:val="00B504DD"/>
    <w:rsid w:val="00B51A2C"/>
    <w:rsid w:val="00B557B0"/>
    <w:rsid w:val="00B6189F"/>
    <w:rsid w:val="00B632B5"/>
    <w:rsid w:val="00B64EBD"/>
    <w:rsid w:val="00B66C46"/>
    <w:rsid w:val="00B906AA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52DD"/>
    <w:rsid w:val="00DF068A"/>
    <w:rsid w:val="00DF1B2E"/>
    <w:rsid w:val="00DF2AE9"/>
    <w:rsid w:val="00E001ED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6D57"/>
    <w:rsid w:val="00F057D4"/>
    <w:rsid w:val="00F0786D"/>
    <w:rsid w:val="00F13383"/>
    <w:rsid w:val="00F136C0"/>
    <w:rsid w:val="00F167C1"/>
    <w:rsid w:val="00F32DAD"/>
    <w:rsid w:val="00F33D64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154</Words>
  <Characters>880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User1</cp:lastModifiedBy>
  <cp:revision>13</cp:revision>
  <cp:lastPrinted>2015-12-08T14:50:00Z</cp:lastPrinted>
  <dcterms:created xsi:type="dcterms:W3CDTF">2014-11-11T11:46:00Z</dcterms:created>
  <dcterms:modified xsi:type="dcterms:W3CDTF">2015-12-08T14:50:00Z</dcterms:modified>
</cp:coreProperties>
</file>